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C55" w:rsidRDefault="00221C55" w:rsidP="00221C55">
      <w:pPr>
        <w:rPr>
          <w:szCs w:val="32"/>
        </w:rPr>
      </w:pPr>
      <w:r w:rsidRPr="008273DD">
        <w:rPr>
          <w:szCs w:val="32"/>
        </w:rPr>
        <w:t>Name: ______________________________</w:t>
      </w:r>
      <w:r w:rsidRPr="008273DD">
        <w:rPr>
          <w:szCs w:val="32"/>
        </w:rPr>
        <w:tab/>
      </w:r>
      <w:r w:rsidRPr="008273DD">
        <w:rPr>
          <w:szCs w:val="32"/>
        </w:rPr>
        <w:tab/>
        <w:t>Klasse: _________</w:t>
      </w:r>
    </w:p>
    <w:p w:rsidR="00221C55" w:rsidRPr="00221C55" w:rsidRDefault="00221C55" w:rsidP="00221C55">
      <w:pPr>
        <w:rPr>
          <w:sz w:val="16"/>
          <w:szCs w:val="16"/>
        </w:rPr>
      </w:pPr>
    </w:p>
    <w:p w:rsidR="00196210" w:rsidRPr="006F374D" w:rsidRDefault="004834F9" w:rsidP="00196210">
      <w:pPr>
        <w:pStyle w:val="berschrift4"/>
      </w:pPr>
      <w:r w:rsidRPr="004834F9">
        <w:rPr>
          <w:noProof/>
          <w:szCs w:val="32"/>
          <w:lang w:eastAsia="de-DE"/>
        </w:rPr>
        <mc:AlternateContent>
          <mc:Choice Requires="wps">
            <w:drawing>
              <wp:anchor distT="45720" distB="45720" distL="114300" distR="114300" simplePos="0" relativeHeight="251628544" behindDoc="0" locked="0" layoutInCell="1" allowOverlap="1" wp14:anchorId="275447CA" wp14:editId="6752D4B7">
                <wp:simplePos x="0" y="0"/>
                <wp:positionH relativeFrom="column">
                  <wp:posOffset>5079365</wp:posOffset>
                </wp:positionH>
                <wp:positionV relativeFrom="paragraph">
                  <wp:posOffset>-10795</wp:posOffset>
                </wp:positionV>
                <wp:extent cx="2933700" cy="372110"/>
                <wp:effectExtent l="0" t="0" r="0" b="889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372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34F9" w:rsidRDefault="004834F9" w:rsidP="004834F9">
                            <w:r>
                              <w:t>(Skizze nicht maßstäblich)</w:t>
                            </w:r>
                          </w:p>
                          <w:p w:rsidR="004834F9" w:rsidRDefault="004834F9" w:rsidP="004834F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5447C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399.95pt;margin-top:-.85pt;width:231pt;height:29.3pt;z-index:251628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" stroked="f">
                <v:textbox>
                  <w:txbxContent>
                    <w:p w:rsidR="004834F9" w:rsidRDefault="004834F9" w:rsidP="004834F9">
                      <w:r>
                        <w:t>(Skizze nicht maßstäblich)</w:t>
                      </w:r>
                    </w:p>
                    <w:p w:rsidR="004834F9" w:rsidRDefault="004834F9" w:rsidP="004834F9"/>
                  </w:txbxContent>
                </v:textbox>
              </v:shape>
            </w:pict>
          </mc:Fallback>
        </mc:AlternateContent>
      </w:r>
      <w:r w:rsidR="009B3611">
        <w:rPr>
          <w:szCs w:val="32"/>
        </w:rPr>
        <w:t>Wahl-</w:t>
      </w:r>
      <w:r w:rsidR="00F22C36" w:rsidRPr="00F22C36">
        <w:rPr>
          <w:szCs w:val="32"/>
        </w:rPr>
        <w:t xml:space="preserve">Aufgabe </w:t>
      </w:r>
      <w:bookmarkStart w:id="0" w:name="_Hlk22206277"/>
      <w:r w:rsidR="00FD3487">
        <w:rPr>
          <w:szCs w:val="32"/>
        </w:rPr>
        <w:t>4</w:t>
      </w:r>
    </w:p>
    <w:bookmarkEnd w:id="0"/>
    <w:p w:rsidR="00A35E5D" w:rsidRPr="00FD3487" w:rsidRDefault="00FD3487" w:rsidP="00A35E5D">
      <w:pPr>
        <w:pStyle w:val="Listenabsatz"/>
        <w:ind w:left="0"/>
        <w:jc w:val="left"/>
        <w:rPr>
          <w:sz w:val="32"/>
          <w:szCs w:val="32"/>
        </w:rPr>
      </w:pPr>
      <w:r w:rsidRPr="00FD3487">
        <w:rPr>
          <w:sz w:val="32"/>
          <w:szCs w:val="32"/>
        </w:rPr>
        <w:t>Die Abbildung zeigt vier Graphen von quadratischen Funktionen.</w:t>
      </w:r>
    </w:p>
    <w:p w:rsidR="00FD3487" w:rsidRDefault="00FD3487" w:rsidP="00A35E5D">
      <w:pPr>
        <w:pStyle w:val="Listenabsatz"/>
        <w:ind w:left="0"/>
        <w:jc w:val="left"/>
      </w:pPr>
    </w:p>
    <w:p w:rsidR="00A35E5D" w:rsidRDefault="00223216" w:rsidP="00A35E5D">
      <w:pPr>
        <w:pStyle w:val="Listenabsatz"/>
        <w:ind w:left="0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159" behindDoc="0" locked="0" layoutInCell="1" allowOverlap="1">
                <wp:simplePos x="0" y="0"/>
                <wp:positionH relativeFrom="column">
                  <wp:posOffset>1758651</wp:posOffset>
                </wp:positionH>
                <wp:positionV relativeFrom="paragraph">
                  <wp:posOffset>178846</wp:posOffset>
                </wp:positionV>
                <wp:extent cx="5774113" cy="4886154"/>
                <wp:effectExtent l="19050" t="19050" r="36195" b="10160"/>
                <wp:wrapNone/>
                <wp:docPr id="265" name="Gruppieren 2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4113" cy="4886154"/>
                          <a:chOff x="-33866" y="129503"/>
                          <a:chExt cx="5774144" cy="4887602"/>
                        </a:xfrm>
                      </wpg:grpSpPr>
                      <wpg:grpSp>
                        <wpg:cNvPr id="260" name="Gruppieren 260"/>
                        <wpg:cNvGrpSpPr/>
                        <wpg:grpSpPr>
                          <a:xfrm>
                            <a:off x="1187018" y="1359504"/>
                            <a:ext cx="3040459" cy="3657601"/>
                            <a:chOff x="-32182" y="4233"/>
                            <a:chExt cx="3040459" cy="3657601"/>
                          </a:xfrm>
                        </wpg:grpSpPr>
                        <wps:wsp>
                          <wps:cNvPr id="235" name="Freihandform 235"/>
                          <wps:cNvSpPr/>
                          <wps:spPr>
                            <a:xfrm>
                              <a:off x="-32182" y="4233"/>
                              <a:ext cx="2990850" cy="3657601"/>
                            </a:xfrm>
                            <a:custGeom>
                              <a:avLst/>
                              <a:gdLst>
                                <a:gd name="connsiteX0" fmla="*/ 0 w 2990850"/>
                                <a:gd name="connsiteY0" fmla="*/ 3663950 h 3663950"/>
                                <a:gd name="connsiteX1" fmla="*/ 1479550 w 2990850"/>
                                <a:gd name="connsiteY1" fmla="*/ 0 h 3663950"/>
                                <a:gd name="connsiteX2" fmla="*/ 2990850 w 2990850"/>
                                <a:gd name="connsiteY2" fmla="*/ 3657600 h 3663950"/>
                                <a:gd name="connsiteX0" fmla="*/ 0 w 2990850"/>
                                <a:gd name="connsiteY0" fmla="*/ 3663950 h 3663950"/>
                                <a:gd name="connsiteX1" fmla="*/ 1479550 w 2990850"/>
                                <a:gd name="connsiteY1" fmla="*/ 0 h 3663950"/>
                                <a:gd name="connsiteX2" fmla="*/ 2990850 w 2990850"/>
                                <a:gd name="connsiteY2" fmla="*/ 3657600 h 3663950"/>
                                <a:gd name="connsiteX0" fmla="*/ 0 w 2990850"/>
                                <a:gd name="connsiteY0" fmla="*/ 3663950 h 3663950"/>
                                <a:gd name="connsiteX1" fmla="*/ 1479550 w 2990850"/>
                                <a:gd name="connsiteY1" fmla="*/ 0 h 3663950"/>
                                <a:gd name="connsiteX2" fmla="*/ 2990850 w 2990850"/>
                                <a:gd name="connsiteY2" fmla="*/ 3657600 h 3663950"/>
                                <a:gd name="connsiteX0" fmla="*/ 0 w 2990850"/>
                                <a:gd name="connsiteY0" fmla="*/ 3657601 h 3657601"/>
                                <a:gd name="connsiteX1" fmla="*/ 1498600 w 2990850"/>
                                <a:gd name="connsiteY1" fmla="*/ 1 h 3657601"/>
                                <a:gd name="connsiteX2" fmla="*/ 2990850 w 2990850"/>
                                <a:gd name="connsiteY2" fmla="*/ 3651251 h 3657601"/>
                                <a:gd name="connsiteX0" fmla="*/ 0 w 2990850"/>
                                <a:gd name="connsiteY0" fmla="*/ 3657601 h 3657601"/>
                                <a:gd name="connsiteX1" fmla="*/ 1473200 w 2990850"/>
                                <a:gd name="connsiteY1" fmla="*/ 0 h 3657601"/>
                                <a:gd name="connsiteX2" fmla="*/ 2990850 w 2990850"/>
                                <a:gd name="connsiteY2" fmla="*/ 3651251 h 3657601"/>
                                <a:gd name="connsiteX0" fmla="*/ 0 w 2990850"/>
                                <a:gd name="connsiteY0" fmla="*/ 3657601 h 3657601"/>
                                <a:gd name="connsiteX1" fmla="*/ 1498600 w 2990850"/>
                                <a:gd name="connsiteY1" fmla="*/ 0 h 3657601"/>
                                <a:gd name="connsiteX2" fmla="*/ 2990850 w 2990850"/>
                                <a:gd name="connsiteY2" fmla="*/ 3651251 h 3657601"/>
                                <a:gd name="connsiteX0" fmla="*/ 0 w 2990850"/>
                                <a:gd name="connsiteY0" fmla="*/ 3657601 h 3657601"/>
                                <a:gd name="connsiteX1" fmla="*/ 1492250 w 2990850"/>
                                <a:gd name="connsiteY1" fmla="*/ 0 h 3657601"/>
                                <a:gd name="connsiteX2" fmla="*/ 2990850 w 2990850"/>
                                <a:gd name="connsiteY2" fmla="*/ 3651251 h 36576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990850" h="3657601">
                                  <a:moveTo>
                                    <a:pt x="0" y="3657601"/>
                                  </a:moveTo>
                                  <a:cubicBezTo>
                                    <a:pt x="484187" y="1324505"/>
                                    <a:pt x="993775" y="1058"/>
                                    <a:pt x="1492250" y="0"/>
                                  </a:cubicBezTo>
                                  <a:cubicBezTo>
                                    <a:pt x="1990725" y="-1058"/>
                                    <a:pt x="2509837" y="1275822"/>
                                    <a:pt x="2990850" y="3651251"/>
                                  </a:cubicBezTo>
                                </a:path>
                              </a:pathLst>
                            </a:custGeom>
                            <a:noFill/>
                            <a:ln w="571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38" name="Gruppieren 238"/>
                          <wpg:cNvGrpSpPr/>
                          <wpg:grpSpPr>
                            <a:xfrm>
                              <a:off x="2633627" y="2755783"/>
                              <a:ext cx="374650" cy="321246"/>
                              <a:chOff x="-38135" y="7820"/>
                              <a:chExt cx="374650" cy="321246"/>
                            </a:xfrm>
                          </wpg:grpSpPr>
                          <wps:wsp>
                            <wps:cNvPr id="236" name="Ellipse 236"/>
                            <wps:cNvSpPr/>
                            <wps:spPr>
                              <a:xfrm>
                                <a:off x="-19049" y="35983"/>
                                <a:ext cx="279400" cy="2794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7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-38135" y="7820"/>
                                <a:ext cx="374650" cy="32124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6148" w:rsidRPr="00F96148" w:rsidRDefault="00F96148">
                                  <w:pPr>
                                    <w:rPr>
                                      <w:b/>
                                    </w:rPr>
                                  </w:pPr>
                                  <w:r w:rsidRPr="00F96148">
                                    <w:rPr>
                                      <w:b/>
                                      <w:color w:val="FFFFFF" w:themeColor="background1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g:grpSp>
                        <wpg:cNvPr id="263" name="Gruppieren 263"/>
                        <wpg:cNvGrpSpPr/>
                        <wpg:grpSpPr>
                          <a:xfrm>
                            <a:off x="-33866" y="152400"/>
                            <a:ext cx="2990850" cy="3657600"/>
                            <a:chOff x="-33866" y="0"/>
                            <a:chExt cx="2990850" cy="3657600"/>
                          </a:xfrm>
                        </wpg:grpSpPr>
                        <wps:wsp>
                          <wps:cNvPr id="239" name="Freihandform 239"/>
                          <wps:cNvSpPr/>
                          <wps:spPr>
                            <a:xfrm rot="10800000">
                              <a:off x="-33866" y="0"/>
                              <a:ext cx="2990850" cy="3657600"/>
                            </a:xfrm>
                            <a:custGeom>
                              <a:avLst/>
                              <a:gdLst>
                                <a:gd name="connsiteX0" fmla="*/ 0 w 2990850"/>
                                <a:gd name="connsiteY0" fmla="*/ 3663950 h 3663950"/>
                                <a:gd name="connsiteX1" fmla="*/ 1479550 w 2990850"/>
                                <a:gd name="connsiteY1" fmla="*/ 0 h 3663950"/>
                                <a:gd name="connsiteX2" fmla="*/ 2990850 w 2990850"/>
                                <a:gd name="connsiteY2" fmla="*/ 3657600 h 3663950"/>
                                <a:gd name="connsiteX0" fmla="*/ 0 w 2990850"/>
                                <a:gd name="connsiteY0" fmla="*/ 3663950 h 3663950"/>
                                <a:gd name="connsiteX1" fmla="*/ 1479550 w 2990850"/>
                                <a:gd name="connsiteY1" fmla="*/ 0 h 3663950"/>
                                <a:gd name="connsiteX2" fmla="*/ 2990850 w 2990850"/>
                                <a:gd name="connsiteY2" fmla="*/ 3657600 h 3663950"/>
                                <a:gd name="connsiteX0" fmla="*/ 0 w 2990850"/>
                                <a:gd name="connsiteY0" fmla="*/ 3663950 h 3663950"/>
                                <a:gd name="connsiteX1" fmla="*/ 1479550 w 2990850"/>
                                <a:gd name="connsiteY1" fmla="*/ 0 h 3663950"/>
                                <a:gd name="connsiteX2" fmla="*/ 2990850 w 2990850"/>
                                <a:gd name="connsiteY2" fmla="*/ 3657600 h 3663950"/>
                                <a:gd name="connsiteX0" fmla="*/ 0 w 2990850"/>
                                <a:gd name="connsiteY0" fmla="*/ 3657601 h 3657601"/>
                                <a:gd name="connsiteX1" fmla="*/ 1498600 w 2990850"/>
                                <a:gd name="connsiteY1" fmla="*/ 1 h 3657601"/>
                                <a:gd name="connsiteX2" fmla="*/ 2990850 w 2990850"/>
                                <a:gd name="connsiteY2" fmla="*/ 3651251 h 3657601"/>
                                <a:gd name="connsiteX0" fmla="*/ 0 w 2990850"/>
                                <a:gd name="connsiteY0" fmla="*/ 3657601 h 3657601"/>
                                <a:gd name="connsiteX1" fmla="*/ 1473200 w 2990850"/>
                                <a:gd name="connsiteY1" fmla="*/ 0 h 3657601"/>
                                <a:gd name="connsiteX2" fmla="*/ 2990850 w 2990850"/>
                                <a:gd name="connsiteY2" fmla="*/ 3651251 h 3657601"/>
                                <a:gd name="connsiteX0" fmla="*/ 0 w 2990850"/>
                                <a:gd name="connsiteY0" fmla="*/ 3657601 h 3657601"/>
                                <a:gd name="connsiteX1" fmla="*/ 1498600 w 2990850"/>
                                <a:gd name="connsiteY1" fmla="*/ 0 h 3657601"/>
                                <a:gd name="connsiteX2" fmla="*/ 2990850 w 2990850"/>
                                <a:gd name="connsiteY2" fmla="*/ 3651251 h 3657601"/>
                                <a:gd name="connsiteX0" fmla="*/ 0 w 2990850"/>
                                <a:gd name="connsiteY0" fmla="*/ 3657601 h 3657601"/>
                                <a:gd name="connsiteX1" fmla="*/ 1492250 w 2990850"/>
                                <a:gd name="connsiteY1" fmla="*/ 0 h 3657601"/>
                                <a:gd name="connsiteX2" fmla="*/ 2990850 w 2990850"/>
                                <a:gd name="connsiteY2" fmla="*/ 3651251 h 36576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990850" h="3657601">
                                  <a:moveTo>
                                    <a:pt x="0" y="3657601"/>
                                  </a:moveTo>
                                  <a:cubicBezTo>
                                    <a:pt x="484187" y="1324505"/>
                                    <a:pt x="993775" y="1058"/>
                                    <a:pt x="1492250" y="0"/>
                                  </a:cubicBezTo>
                                  <a:cubicBezTo>
                                    <a:pt x="1990725" y="-1058"/>
                                    <a:pt x="2509837" y="1275822"/>
                                    <a:pt x="2990850" y="3651251"/>
                                  </a:cubicBezTo>
                                </a:path>
                              </a:pathLst>
                            </a:custGeom>
                            <a:noFill/>
                            <a:ln w="57150"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44" name="Gruppieren 244"/>
                          <wpg:cNvGrpSpPr/>
                          <wpg:grpSpPr>
                            <a:xfrm>
                              <a:off x="45508" y="885132"/>
                              <a:ext cx="374650" cy="330331"/>
                              <a:chOff x="-21167" y="4070"/>
                              <a:chExt cx="374650" cy="330331"/>
                            </a:xfrm>
                          </wpg:grpSpPr>
                          <wps:wsp>
                            <wps:cNvPr id="245" name="Ellipse 245"/>
                            <wps:cNvSpPr/>
                            <wps:spPr>
                              <a:xfrm>
                                <a:off x="-2115" y="31750"/>
                                <a:ext cx="279400" cy="2794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6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-21167" y="4070"/>
                                <a:ext cx="374650" cy="33033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3821" w:rsidRPr="00F96148" w:rsidRDefault="00483821" w:rsidP="00483821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g:grpSp>
                        <wpg:cNvPr id="264" name="Gruppieren 264"/>
                        <wpg:cNvGrpSpPr/>
                        <wpg:grpSpPr>
                          <a:xfrm>
                            <a:off x="1066196" y="129503"/>
                            <a:ext cx="4674082" cy="4286886"/>
                            <a:chOff x="-16932" y="129503"/>
                            <a:chExt cx="4674082" cy="4286886"/>
                          </a:xfrm>
                        </wpg:grpSpPr>
                        <wpg:grpSp>
                          <wpg:cNvPr id="262" name="Gruppieren 262"/>
                          <wpg:cNvGrpSpPr/>
                          <wpg:grpSpPr>
                            <a:xfrm>
                              <a:off x="-16932" y="129503"/>
                              <a:ext cx="4674082" cy="4286886"/>
                              <a:chOff x="-16932" y="129503"/>
                              <a:chExt cx="4674082" cy="4286886"/>
                            </a:xfrm>
                          </wpg:grpSpPr>
                          <wpg:grpSp>
                            <wpg:cNvPr id="261" name="Gruppieren 261"/>
                            <wpg:cNvGrpSpPr/>
                            <wpg:grpSpPr>
                              <a:xfrm>
                                <a:off x="2199123" y="129503"/>
                                <a:ext cx="2458027" cy="2457451"/>
                                <a:chOff x="-39252" y="177133"/>
                                <a:chExt cx="2458027" cy="2457451"/>
                              </a:xfrm>
                            </wpg:grpSpPr>
                            <wps:wsp>
                              <wps:cNvPr id="253" name="Freihandform 253"/>
                              <wps:cNvSpPr/>
                              <wps:spPr>
                                <a:xfrm rot="10800000">
                                  <a:off x="-32325" y="177133"/>
                                  <a:ext cx="2451100" cy="2457450"/>
                                </a:xfrm>
                                <a:custGeom>
                                  <a:avLst/>
                                  <a:gdLst>
                                    <a:gd name="connsiteX0" fmla="*/ 0 w 2990850"/>
                                    <a:gd name="connsiteY0" fmla="*/ 3663950 h 3663950"/>
                                    <a:gd name="connsiteX1" fmla="*/ 1479550 w 2990850"/>
                                    <a:gd name="connsiteY1" fmla="*/ 0 h 3663950"/>
                                    <a:gd name="connsiteX2" fmla="*/ 2990850 w 2990850"/>
                                    <a:gd name="connsiteY2" fmla="*/ 3657600 h 3663950"/>
                                    <a:gd name="connsiteX0" fmla="*/ 0 w 2990850"/>
                                    <a:gd name="connsiteY0" fmla="*/ 3663950 h 3663950"/>
                                    <a:gd name="connsiteX1" fmla="*/ 1479550 w 2990850"/>
                                    <a:gd name="connsiteY1" fmla="*/ 0 h 3663950"/>
                                    <a:gd name="connsiteX2" fmla="*/ 2990850 w 2990850"/>
                                    <a:gd name="connsiteY2" fmla="*/ 3657600 h 3663950"/>
                                    <a:gd name="connsiteX0" fmla="*/ 0 w 2990850"/>
                                    <a:gd name="connsiteY0" fmla="*/ 3663950 h 3663950"/>
                                    <a:gd name="connsiteX1" fmla="*/ 1479550 w 2990850"/>
                                    <a:gd name="connsiteY1" fmla="*/ 0 h 3663950"/>
                                    <a:gd name="connsiteX2" fmla="*/ 2990850 w 2990850"/>
                                    <a:gd name="connsiteY2" fmla="*/ 3657600 h 3663950"/>
                                    <a:gd name="connsiteX0" fmla="*/ 0 w 2990850"/>
                                    <a:gd name="connsiteY0" fmla="*/ 3657601 h 3657601"/>
                                    <a:gd name="connsiteX1" fmla="*/ 1498600 w 2990850"/>
                                    <a:gd name="connsiteY1" fmla="*/ 1 h 3657601"/>
                                    <a:gd name="connsiteX2" fmla="*/ 2990850 w 2990850"/>
                                    <a:gd name="connsiteY2" fmla="*/ 3651251 h 3657601"/>
                                    <a:gd name="connsiteX0" fmla="*/ 0 w 2990850"/>
                                    <a:gd name="connsiteY0" fmla="*/ 3657601 h 3657601"/>
                                    <a:gd name="connsiteX1" fmla="*/ 1473200 w 2990850"/>
                                    <a:gd name="connsiteY1" fmla="*/ 0 h 3657601"/>
                                    <a:gd name="connsiteX2" fmla="*/ 2990850 w 2990850"/>
                                    <a:gd name="connsiteY2" fmla="*/ 3651251 h 3657601"/>
                                    <a:gd name="connsiteX0" fmla="*/ 0 w 2990850"/>
                                    <a:gd name="connsiteY0" fmla="*/ 3657601 h 3657601"/>
                                    <a:gd name="connsiteX1" fmla="*/ 1498600 w 2990850"/>
                                    <a:gd name="connsiteY1" fmla="*/ 0 h 3657601"/>
                                    <a:gd name="connsiteX2" fmla="*/ 2990850 w 2990850"/>
                                    <a:gd name="connsiteY2" fmla="*/ 3651251 h 3657601"/>
                                    <a:gd name="connsiteX0" fmla="*/ 0 w 2990850"/>
                                    <a:gd name="connsiteY0" fmla="*/ 3657601 h 3657601"/>
                                    <a:gd name="connsiteX1" fmla="*/ 1492250 w 2990850"/>
                                    <a:gd name="connsiteY1" fmla="*/ 0 h 3657601"/>
                                    <a:gd name="connsiteX2" fmla="*/ 2990850 w 2990850"/>
                                    <a:gd name="connsiteY2" fmla="*/ 3651251 h 36576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990850" h="3657601">
                                      <a:moveTo>
                                        <a:pt x="0" y="3657601"/>
                                      </a:moveTo>
                                      <a:cubicBezTo>
                                        <a:pt x="484187" y="1324505"/>
                                        <a:pt x="993775" y="1058"/>
                                        <a:pt x="1492250" y="0"/>
                                      </a:cubicBezTo>
                                      <a:cubicBezTo>
                                        <a:pt x="1990725" y="-1058"/>
                                        <a:pt x="2509837" y="1275822"/>
                                        <a:pt x="2990850" y="365125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57150">
                                  <a:solidFill>
                                    <a:schemeClr val="bg1"/>
                                  </a:solidFill>
                                  <a:prstDash val="solid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7" name="Freihandform 257"/>
                              <wps:cNvSpPr/>
                              <wps:spPr>
                                <a:xfrm rot="10800000">
                                  <a:off x="-39252" y="177769"/>
                                  <a:ext cx="2451100" cy="2456815"/>
                                </a:xfrm>
                                <a:custGeom>
                                  <a:avLst/>
                                  <a:gdLst>
                                    <a:gd name="connsiteX0" fmla="*/ 0 w 2990850"/>
                                    <a:gd name="connsiteY0" fmla="*/ 3663950 h 3663950"/>
                                    <a:gd name="connsiteX1" fmla="*/ 1479550 w 2990850"/>
                                    <a:gd name="connsiteY1" fmla="*/ 0 h 3663950"/>
                                    <a:gd name="connsiteX2" fmla="*/ 2990850 w 2990850"/>
                                    <a:gd name="connsiteY2" fmla="*/ 3657600 h 3663950"/>
                                    <a:gd name="connsiteX0" fmla="*/ 0 w 2990850"/>
                                    <a:gd name="connsiteY0" fmla="*/ 3663950 h 3663950"/>
                                    <a:gd name="connsiteX1" fmla="*/ 1479550 w 2990850"/>
                                    <a:gd name="connsiteY1" fmla="*/ 0 h 3663950"/>
                                    <a:gd name="connsiteX2" fmla="*/ 2990850 w 2990850"/>
                                    <a:gd name="connsiteY2" fmla="*/ 3657600 h 3663950"/>
                                    <a:gd name="connsiteX0" fmla="*/ 0 w 2990850"/>
                                    <a:gd name="connsiteY0" fmla="*/ 3663950 h 3663950"/>
                                    <a:gd name="connsiteX1" fmla="*/ 1479550 w 2990850"/>
                                    <a:gd name="connsiteY1" fmla="*/ 0 h 3663950"/>
                                    <a:gd name="connsiteX2" fmla="*/ 2990850 w 2990850"/>
                                    <a:gd name="connsiteY2" fmla="*/ 3657600 h 3663950"/>
                                    <a:gd name="connsiteX0" fmla="*/ 0 w 2990850"/>
                                    <a:gd name="connsiteY0" fmla="*/ 3657601 h 3657601"/>
                                    <a:gd name="connsiteX1" fmla="*/ 1498600 w 2990850"/>
                                    <a:gd name="connsiteY1" fmla="*/ 1 h 3657601"/>
                                    <a:gd name="connsiteX2" fmla="*/ 2990850 w 2990850"/>
                                    <a:gd name="connsiteY2" fmla="*/ 3651251 h 3657601"/>
                                    <a:gd name="connsiteX0" fmla="*/ 0 w 2990850"/>
                                    <a:gd name="connsiteY0" fmla="*/ 3657601 h 3657601"/>
                                    <a:gd name="connsiteX1" fmla="*/ 1473200 w 2990850"/>
                                    <a:gd name="connsiteY1" fmla="*/ 0 h 3657601"/>
                                    <a:gd name="connsiteX2" fmla="*/ 2990850 w 2990850"/>
                                    <a:gd name="connsiteY2" fmla="*/ 3651251 h 3657601"/>
                                    <a:gd name="connsiteX0" fmla="*/ 0 w 2990850"/>
                                    <a:gd name="connsiteY0" fmla="*/ 3657601 h 3657601"/>
                                    <a:gd name="connsiteX1" fmla="*/ 1498600 w 2990850"/>
                                    <a:gd name="connsiteY1" fmla="*/ 0 h 3657601"/>
                                    <a:gd name="connsiteX2" fmla="*/ 2990850 w 2990850"/>
                                    <a:gd name="connsiteY2" fmla="*/ 3651251 h 3657601"/>
                                    <a:gd name="connsiteX0" fmla="*/ 0 w 2990850"/>
                                    <a:gd name="connsiteY0" fmla="*/ 3657601 h 3657601"/>
                                    <a:gd name="connsiteX1" fmla="*/ 1492250 w 2990850"/>
                                    <a:gd name="connsiteY1" fmla="*/ 0 h 3657601"/>
                                    <a:gd name="connsiteX2" fmla="*/ 2990850 w 2990850"/>
                                    <a:gd name="connsiteY2" fmla="*/ 3651251 h 36576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990850" h="3657601">
                                      <a:moveTo>
                                        <a:pt x="0" y="3657601"/>
                                      </a:moveTo>
                                      <a:cubicBezTo>
                                        <a:pt x="484187" y="1324505"/>
                                        <a:pt x="993775" y="1058"/>
                                        <a:pt x="1492250" y="0"/>
                                      </a:cubicBezTo>
                                      <a:cubicBezTo>
                                        <a:pt x="1990725" y="-1058"/>
                                        <a:pt x="2509837" y="1275822"/>
                                        <a:pt x="2990850" y="365125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>
                                  <a:solidFill>
                                    <a:srgbClr val="FF9900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47" name="Gruppieren 247"/>
                            <wpg:cNvGrpSpPr/>
                            <wpg:grpSpPr>
                              <a:xfrm>
                                <a:off x="2289613" y="814258"/>
                                <a:ext cx="385529" cy="361950"/>
                                <a:chOff x="-15437" y="4633"/>
                                <a:chExt cx="385529" cy="361950"/>
                              </a:xfrm>
                            </wpg:grpSpPr>
                            <wps:wsp>
                              <wps:cNvPr id="248" name="Ellipse 248"/>
                              <wps:cNvSpPr/>
                              <wps:spPr>
                                <a:xfrm>
                                  <a:off x="-3360" y="31750"/>
                                  <a:ext cx="279400" cy="2794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9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15437" y="4633"/>
                                  <a:ext cx="385529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83821" w:rsidRPr="00F96148" w:rsidRDefault="00483821" w:rsidP="00483821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g:grpSp>
                            <wpg:cNvPr id="259" name="Gruppieren 259"/>
                            <wpg:cNvGrpSpPr/>
                            <wpg:grpSpPr>
                              <a:xfrm>
                                <a:off x="-16932" y="138112"/>
                                <a:ext cx="3239104" cy="4278277"/>
                                <a:chOff x="-16932" y="0"/>
                                <a:chExt cx="3239104" cy="4278277"/>
                              </a:xfrm>
                            </wpg:grpSpPr>
                            <wps:wsp>
                              <wps:cNvPr id="254" name="Freihandform 254"/>
                              <wps:cNvSpPr/>
                              <wps:spPr>
                                <a:xfrm rot="10800000">
                                  <a:off x="-8487" y="4727"/>
                                  <a:ext cx="3230659" cy="4273550"/>
                                </a:xfrm>
                                <a:custGeom>
                                  <a:avLst/>
                                  <a:gdLst>
                                    <a:gd name="connsiteX0" fmla="*/ 0 w 2990850"/>
                                    <a:gd name="connsiteY0" fmla="*/ 3663950 h 3663950"/>
                                    <a:gd name="connsiteX1" fmla="*/ 1479550 w 2990850"/>
                                    <a:gd name="connsiteY1" fmla="*/ 0 h 3663950"/>
                                    <a:gd name="connsiteX2" fmla="*/ 2990850 w 2990850"/>
                                    <a:gd name="connsiteY2" fmla="*/ 3657600 h 3663950"/>
                                    <a:gd name="connsiteX0" fmla="*/ 0 w 2990850"/>
                                    <a:gd name="connsiteY0" fmla="*/ 3663950 h 3663950"/>
                                    <a:gd name="connsiteX1" fmla="*/ 1479550 w 2990850"/>
                                    <a:gd name="connsiteY1" fmla="*/ 0 h 3663950"/>
                                    <a:gd name="connsiteX2" fmla="*/ 2990850 w 2990850"/>
                                    <a:gd name="connsiteY2" fmla="*/ 3657600 h 3663950"/>
                                    <a:gd name="connsiteX0" fmla="*/ 0 w 2990850"/>
                                    <a:gd name="connsiteY0" fmla="*/ 3663950 h 3663950"/>
                                    <a:gd name="connsiteX1" fmla="*/ 1479550 w 2990850"/>
                                    <a:gd name="connsiteY1" fmla="*/ 0 h 3663950"/>
                                    <a:gd name="connsiteX2" fmla="*/ 2990850 w 2990850"/>
                                    <a:gd name="connsiteY2" fmla="*/ 3657600 h 3663950"/>
                                    <a:gd name="connsiteX0" fmla="*/ 0 w 2990850"/>
                                    <a:gd name="connsiteY0" fmla="*/ 3657601 h 3657601"/>
                                    <a:gd name="connsiteX1" fmla="*/ 1498600 w 2990850"/>
                                    <a:gd name="connsiteY1" fmla="*/ 1 h 3657601"/>
                                    <a:gd name="connsiteX2" fmla="*/ 2990850 w 2990850"/>
                                    <a:gd name="connsiteY2" fmla="*/ 3651251 h 3657601"/>
                                    <a:gd name="connsiteX0" fmla="*/ 0 w 2990850"/>
                                    <a:gd name="connsiteY0" fmla="*/ 3657601 h 3657601"/>
                                    <a:gd name="connsiteX1" fmla="*/ 1473200 w 2990850"/>
                                    <a:gd name="connsiteY1" fmla="*/ 0 h 3657601"/>
                                    <a:gd name="connsiteX2" fmla="*/ 2990850 w 2990850"/>
                                    <a:gd name="connsiteY2" fmla="*/ 3651251 h 3657601"/>
                                    <a:gd name="connsiteX0" fmla="*/ 0 w 2990850"/>
                                    <a:gd name="connsiteY0" fmla="*/ 3657601 h 3657601"/>
                                    <a:gd name="connsiteX1" fmla="*/ 1498600 w 2990850"/>
                                    <a:gd name="connsiteY1" fmla="*/ 0 h 3657601"/>
                                    <a:gd name="connsiteX2" fmla="*/ 2990850 w 2990850"/>
                                    <a:gd name="connsiteY2" fmla="*/ 3651251 h 3657601"/>
                                    <a:gd name="connsiteX0" fmla="*/ 0 w 2990850"/>
                                    <a:gd name="connsiteY0" fmla="*/ 3657601 h 3657601"/>
                                    <a:gd name="connsiteX1" fmla="*/ 1492250 w 2990850"/>
                                    <a:gd name="connsiteY1" fmla="*/ 0 h 3657601"/>
                                    <a:gd name="connsiteX2" fmla="*/ 2990850 w 2990850"/>
                                    <a:gd name="connsiteY2" fmla="*/ 3651251 h 36576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990850" h="3657601">
                                      <a:moveTo>
                                        <a:pt x="0" y="3657601"/>
                                      </a:moveTo>
                                      <a:cubicBezTo>
                                        <a:pt x="484187" y="1324505"/>
                                        <a:pt x="993775" y="1058"/>
                                        <a:pt x="1492250" y="0"/>
                                      </a:cubicBezTo>
                                      <a:cubicBezTo>
                                        <a:pt x="1990725" y="-1058"/>
                                        <a:pt x="2509837" y="1275822"/>
                                        <a:pt x="2990850" y="365125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57150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6" name="Freihandform 256"/>
                              <wps:cNvSpPr/>
                              <wps:spPr>
                                <a:xfrm rot="10800000">
                                  <a:off x="-16932" y="0"/>
                                  <a:ext cx="3238500" cy="4273549"/>
                                </a:xfrm>
                                <a:custGeom>
                                  <a:avLst/>
                                  <a:gdLst>
                                    <a:gd name="connsiteX0" fmla="*/ 0 w 2990850"/>
                                    <a:gd name="connsiteY0" fmla="*/ 3663950 h 3663950"/>
                                    <a:gd name="connsiteX1" fmla="*/ 1479550 w 2990850"/>
                                    <a:gd name="connsiteY1" fmla="*/ 0 h 3663950"/>
                                    <a:gd name="connsiteX2" fmla="*/ 2990850 w 2990850"/>
                                    <a:gd name="connsiteY2" fmla="*/ 3657600 h 3663950"/>
                                    <a:gd name="connsiteX0" fmla="*/ 0 w 2990850"/>
                                    <a:gd name="connsiteY0" fmla="*/ 3663950 h 3663950"/>
                                    <a:gd name="connsiteX1" fmla="*/ 1479550 w 2990850"/>
                                    <a:gd name="connsiteY1" fmla="*/ 0 h 3663950"/>
                                    <a:gd name="connsiteX2" fmla="*/ 2990850 w 2990850"/>
                                    <a:gd name="connsiteY2" fmla="*/ 3657600 h 3663950"/>
                                    <a:gd name="connsiteX0" fmla="*/ 0 w 2990850"/>
                                    <a:gd name="connsiteY0" fmla="*/ 3663950 h 3663950"/>
                                    <a:gd name="connsiteX1" fmla="*/ 1479550 w 2990850"/>
                                    <a:gd name="connsiteY1" fmla="*/ 0 h 3663950"/>
                                    <a:gd name="connsiteX2" fmla="*/ 2990850 w 2990850"/>
                                    <a:gd name="connsiteY2" fmla="*/ 3657600 h 3663950"/>
                                    <a:gd name="connsiteX0" fmla="*/ 0 w 2990850"/>
                                    <a:gd name="connsiteY0" fmla="*/ 3657601 h 3657601"/>
                                    <a:gd name="connsiteX1" fmla="*/ 1498600 w 2990850"/>
                                    <a:gd name="connsiteY1" fmla="*/ 1 h 3657601"/>
                                    <a:gd name="connsiteX2" fmla="*/ 2990850 w 2990850"/>
                                    <a:gd name="connsiteY2" fmla="*/ 3651251 h 3657601"/>
                                    <a:gd name="connsiteX0" fmla="*/ 0 w 2990850"/>
                                    <a:gd name="connsiteY0" fmla="*/ 3657601 h 3657601"/>
                                    <a:gd name="connsiteX1" fmla="*/ 1473200 w 2990850"/>
                                    <a:gd name="connsiteY1" fmla="*/ 0 h 3657601"/>
                                    <a:gd name="connsiteX2" fmla="*/ 2990850 w 2990850"/>
                                    <a:gd name="connsiteY2" fmla="*/ 3651251 h 3657601"/>
                                    <a:gd name="connsiteX0" fmla="*/ 0 w 2990850"/>
                                    <a:gd name="connsiteY0" fmla="*/ 3657601 h 3657601"/>
                                    <a:gd name="connsiteX1" fmla="*/ 1498600 w 2990850"/>
                                    <a:gd name="connsiteY1" fmla="*/ 0 h 3657601"/>
                                    <a:gd name="connsiteX2" fmla="*/ 2990850 w 2990850"/>
                                    <a:gd name="connsiteY2" fmla="*/ 3651251 h 3657601"/>
                                    <a:gd name="connsiteX0" fmla="*/ 0 w 2990850"/>
                                    <a:gd name="connsiteY0" fmla="*/ 3657601 h 3657601"/>
                                    <a:gd name="connsiteX1" fmla="*/ 1492250 w 2990850"/>
                                    <a:gd name="connsiteY1" fmla="*/ 0 h 3657601"/>
                                    <a:gd name="connsiteX2" fmla="*/ 2990850 w 2990850"/>
                                    <a:gd name="connsiteY2" fmla="*/ 3651251 h 36576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990850" h="3657601">
                                      <a:moveTo>
                                        <a:pt x="0" y="3657601"/>
                                      </a:moveTo>
                                      <a:cubicBezTo>
                                        <a:pt x="484187" y="1324505"/>
                                        <a:pt x="993775" y="1058"/>
                                        <a:pt x="1492250" y="0"/>
                                      </a:cubicBezTo>
                                      <a:cubicBezTo>
                                        <a:pt x="1990725" y="-1058"/>
                                        <a:pt x="2509837" y="1275822"/>
                                        <a:pt x="2990850" y="365125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>
                                  <a:solidFill>
                                    <a:srgbClr val="7030A0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250" name="Gruppieren 250"/>
                          <wpg:cNvGrpSpPr/>
                          <wpg:grpSpPr>
                            <a:xfrm>
                              <a:off x="33338" y="828675"/>
                              <a:ext cx="374650" cy="361950"/>
                              <a:chOff x="0" y="0"/>
                              <a:chExt cx="374650" cy="361950"/>
                            </a:xfrm>
                          </wpg:grpSpPr>
                          <wps:wsp>
                            <wps:cNvPr id="251" name="Ellipse 251"/>
                            <wps:cNvSpPr/>
                            <wps:spPr>
                              <a:xfrm>
                                <a:off x="19050" y="31750"/>
                                <a:ext cx="279400" cy="2794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2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4650" cy="3619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3821" w:rsidRPr="00F96148" w:rsidRDefault="00483821" w:rsidP="00483821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65" o:spid="_x0000_s1027" style="position:absolute;margin-left:138.5pt;margin-top:14.1pt;width:454.65pt;height:384.75pt;z-index:251676159;mso-width-relative:margin;mso-height-relative:margin" coordorigin="-338,1295" coordsize="57741,48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">
                <v:group id="Gruppieren 260" o:spid="_x0000_s1028" style="position:absolute;left:11870;top:13595;width:30404;height:36576" coordorigin="-321,42" coordsize="30404,36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h6A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mB/OhCMgtw8AAAD//wMAUEsBAi0AFAAGAAgAAAAhANvh9svuAAAAhQEAABMAAAAAAAAAAAAA&#10;AAAAAAAAAFtDb250ZW50X1R5cGVzXS54bWxQSwECLQAUAAYACAAAACEAWvQsW78AAAAVAQAACwAA&#10;AAAAAAAAAAAAAAAfAQAAX3JlbHMvLnJlbHNQSwECLQAUAAYACAAAACEATT4egMMAAADcAAAADwAA&#10;AAAAAAAAAAAAAAAHAgAAZHJzL2Rvd25yZXYueG1sUEsFBgAAAAADAAMAtwAAAPcCAAAAAA==&#10;">
                  <v:shape id="Freihandform 235" o:spid="_x0000_s1029" style="position:absolute;left:-321;top:42;width:29907;height:36576;visibility:visible;mso-wrap-style:square;v-text-anchor:middle" coordsize="2990850,3657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" path="m,3657601c484187,1324505,993775,1058,1492250,v498475,-1058,1017587,1275822,1498600,3651251e" filled="f" strokecolor="red" strokeweight="4.5pt">
                    <v:path arrowok="t" o:connecttype="custom" o:connectlocs="0,3657601;1492250,0;2990850,3651251" o:connectangles="0,0,0"/>
                  </v:shape>
                  <v:group id="Gruppieren 238" o:spid="_x0000_s1030" style="position:absolute;left:26336;top:27557;width:3746;height:3213" coordorigin="-38135,7820" coordsize="374650,321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z2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rA1nwhGQ+38AAAD//wMAUEsBAi0AFAAGAAgAAAAhANvh9svuAAAAhQEAABMAAAAAAAAAAAAA&#10;AAAAAAAAAFtDb250ZW50X1R5cGVzXS54bWxQSwECLQAUAAYACAAAACEAWvQsW78AAAAVAQAACwAA&#10;AAAAAAAAAAAAAAAfAQAAX3JlbHMvLnJlbHNQSwECLQAUAAYACAAAACEAoPs9m8MAAADcAAAADwAA&#10;AAAAAAAAAAAAAAAHAgAAZHJzL2Rvd25yZXYueG1sUEsFBgAAAAADAAMAtwAAAPcCAAAAAA==&#10;">
                    <v:oval id="Ellipse 236" o:spid="_x0000_s1031" style="position:absolute;left:-19049;top:35983;width:279400;height:279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" fillcolor="black [3213]" stroked="f" strokeweight="2pt"/>
                    <v:shape id="_x0000_s1032" type="#_x0000_t202" style="position:absolute;left:-38135;top:7820;width:374650;height:321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CxV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EweV7A9Uw8AnL1DwAA//8DAFBLAQItABQABgAIAAAAIQDb4fbL7gAAAIUBAAATAAAAAAAAAAAA&#10;AAAAAAAAAABbQ29udGVudF9UeXBlc10ueG1sUEsBAi0AFAAGAAgAAAAhAFr0LFu/AAAAFQEAAAsA&#10;AAAAAAAAAAAAAAAAHwEAAF9yZWxzLy5yZWxzUEsBAi0AFAAGAAgAAAAhAHbwLFXEAAAA3AAAAA8A&#10;AAAAAAAAAAAAAAAABwIAAGRycy9kb3ducmV2LnhtbFBLBQYAAAAAAwADALcAAAD4AgAAAAA=&#10;" filled="f" stroked="f">
                      <v:textbox>
                        <w:txbxContent>
                          <w:p w:rsidR="00F96148" w:rsidRPr="00F96148" w:rsidRDefault="00F96148">
                            <w:pPr>
                              <w:rPr>
                                <w:b/>
                              </w:rPr>
                            </w:pPr>
                            <w:r w:rsidRPr="00F96148">
                              <w:rPr>
                                <w:b/>
                                <w:color w:val="FFFFFF" w:themeColor="background1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v:group>
                </v:group>
                <v:group id="Gruppieren 263" o:spid="_x0000_s1033" style="position:absolute;left:-338;top:1524;width:29907;height:36576" coordorigin="-338" coordsize="29908,36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ID3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wCzzPhCMjlAwAA//8DAFBLAQItABQABgAIAAAAIQDb4fbL7gAAAIUBAAATAAAAAAAAAAAA&#10;AAAAAAAAAABbQ29udGVudF9UeXBlc10ueG1sUEsBAi0AFAAGAAgAAAAhAFr0LFu/AAAAFQEAAAsA&#10;AAAAAAAAAAAAAAAAHwEAAF9yZWxzLy5yZWxzUEsBAi0AFAAGAAgAAAAhAL3sgPfEAAAA3AAAAA8A&#10;AAAAAAAAAAAAAAAABwIAAGRycy9kb3ducmV2LnhtbFBLBQYAAAAAAwADALcAAAD4AgAAAAA=&#10;">
                  <v:shape id="Freihandform 239" o:spid="_x0000_s1034" style="position:absolute;left:-338;width:29907;height:36576;rotation:180;visibility:visible;mso-wrap-style:square;v-text-anchor:middle" coordsize="2990850,3657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" path="m,3657601c484187,1324505,993775,1058,1492250,v498475,-1058,1017587,1275822,1498600,3651251e" filled="f" strokecolor="#00b0f0" strokeweight="4.5pt">
                    <v:path arrowok="t" o:connecttype="custom" o:connectlocs="0,3657600;1492250,0;2990850,3651250" o:connectangles="0,0,0"/>
                  </v:shape>
                  <v:group id="Gruppieren 244" o:spid="_x0000_s1035" style="position:absolute;left:455;top:8851;width:3746;height:3303" coordorigin="-21167,4070" coordsize="374650,330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ETj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">
                    <v:oval id="Ellipse 245" o:spid="_x0000_s1036" style="position:absolute;left:-2115;top:31750;width:279400;height:279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" fillcolor="black [3213]" stroked="f" strokeweight="2pt"/>
                    <v:shape id="_x0000_s1037" type="#_x0000_t202" style="position:absolute;left:-21167;top:4070;width:374650;height:330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" filled="f" stroked="f">
                      <v:textbox>
                        <w:txbxContent>
                          <w:p w:rsidR="00483821" w:rsidRPr="00F96148" w:rsidRDefault="00483821" w:rsidP="0048382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v:group>
                </v:group>
                <v:group id="Gruppieren 264" o:spid="_x0000_s1038" style="position:absolute;left:10661;top:1295;width:46741;height:42868" coordorigin="-169,1295" coordsize="46740,42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RiD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">
                  <v:group id="Gruppieren 262" o:spid="_x0000_s1039" style="position:absolute;left:-169;top:1295;width:46740;height:42868" coordorigin="-169,1295" coordsize="46740,42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CVs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ZJrA75lwBOTyDQAA//8DAFBLAQItABQABgAIAAAAIQDb4fbL7gAAAIUBAAATAAAAAAAAAAAA&#10;AAAAAAAAAABbQ29udGVudF9UeXBlc10ueG1sUEsBAi0AFAAGAAgAAAAhAFr0LFu/AAAAFQEAAAsA&#10;AAAAAAAAAAAAAAAAHwEAAF9yZWxzLy5yZWxzUEsBAi0AFAAGAAgAAAAhANKgJWzEAAAA3AAAAA8A&#10;AAAAAAAAAAAAAAAABwIAAGRycy9kb3ducmV2LnhtbFBLBQYAAAAAAwADALcAAAD4AgAAAAA=&#10;">
                    <v:group id="Gruppieren 261" o:spid="_x0000_s1040" style="position:absolute;left:21991;top:1295;width:24580;height:24574" coordorigin="-392,1771" coordsize="24580,24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rsb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BnD80w4AnL7DwAA//8DAFBLAQItABQABgAIAAAAIQDb4fbL7gAAAIUBAAATAAAAAAAAAAAA&#10;AAAAAAAAAABbQ29udGVudF9UeXBlc10ueG1sUEsBAi0AFAAGAAgAAAAhAFr0LFu/AAAAFQEAAAsA&#10;AAAAAAAAAAAAAAAAHwEAAF9yZWxzLy5yZWxzUEsBAi0AFAAGAAgAAAAhACJyuxvEAAAA3AAAAA8A&#10;AAAAAAAAAAAAAAAABwIAAGRycy9kb3ducmV2LnhtbFBLBQYAAAAAAwADALcAAAD4AgAAAAA=&#10;">
                      <v:shape id="Freihandform 253" o:spid="_x0000_s1041" style="position:absolute;left:-323;top:1771;width:24510;height:24574;rotation:180;visibility:visible;mso-wrap-style:square;v-text-anchor:middle" coordsize="2990850,3657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" path="m,3657601c484187,1324505,993775,1058,1492250,v498475,-1058,1017587,1275822,1498600,3651251e" filled="f" strokecolor="white [3212]" strokeweight="4.5pt">
                        <v:path arrowok="t" o:connecttype="custom" o:connectlocs="0,2457450;1222948,0;2451100,2453184" o:connectangles="0,0,0"/>
                      </v:shape>
                      <v:shape id="Freihandform 257" o:spid="_x0000_s1042" style="position:absolute;left:-392;top:1777;width:24510;height:24568;rotation:180;visibility:visible;mso-wrap-style:square;v-text-anchor:middle" coordsize="2990850,3657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" path="m,3657601c484187,1324505,993775,1058,1492250,v498475,-1058,1017587,1275822,1498600,3651251e" filled="f" strokecolor="#f90" strokeweight="3pt">
                        <v:stroke dashstyle="dash"/>
                        <v:path arrowok="t" o:connecttype="custom" o:connectlocs="0,2456815;1222948,0;2451100,2452550" o:connectangles="0,0,0"/>
                      </v:shape>
                    </v:group>
                    <v:group id="Gruppieren 247" o:spid="_x0000_s1043" style="position:absolute;left:22896;top:8142;width:3855;height:3620" coordorigin="-15437,4633" coordsize="385529,361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tqU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">
                      <v:oval id="Ellipse 248" o:spid="_x0000_s1044" style="position:absolute;left:-3360;top:31750;width:279400;height:279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" fillcolor="black [3213]" stroked="f" strokeweight="2pt"/>
                      <v:shape id="_x0000_s1045" type="#_x0000_t202" style="position:absolute;left:-15437;top:4633;width:385529;height:36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" filled="f" stroked="f">
                        <v:textbox>
                          <w:txbxContent>
                            <w:p w:rsidR="00483821" w:rsidRPr="00F96148" w:rsidRDefault="00483821" w:rsidP="00483821">
                              <w:pPr>
                                <w:rPr>
                                  <w:b/>
                                </w:rPr>
                              </w:pPr>
                              <w:bookmarkStart w:id="2" w:name="_GoBack"/>
                              <w:r>
                                <w:rPr>
                                  <w:b/>
                                  <w:color w:val="FFFFFF" w:themeColor="background1"/>
                                </w:rPr>
                                <w:t>3</w:t>
                              </w:r>
                              <w:bookmarkEnd w:id="2"/>
                            </w:p>
                          </w:txbxContent>
                        </v:textbox>
                      </v:shape>
                    </v:group>
                    <v:group id="Gruppieren 259" o:spid="_x0000_s1046" style="position:absolute;left:-169;top:1381;width:32390;height:42782" coordorigin="-169" coordsize="32391,42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2g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">
                      <v:shape id="Freihandform 254" o:spid="_x0000_s1047" style="position:absolute;left:-84;top:47;width:32305;height:42735;rotation:180;visibility:visible;mso-wrap-style:square;v-text-anchor:middle" coordsize="2990850,3657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" path="m,3657601c484187,1324505,993775,1058,1492250,v498475,-1058,1017587,1275822,1498600,3651251e" filled="f" strokecolor="white [3212]" strokeweight="4.5pt">
                        <v:path arrowok="t" o:connecttype="custom" o:connectlocs="0,4273550;1611900,0;3230659,4266131" o:connectangles="0,0,0"/>
                      </v:shape>
                      <v:shape id="Freihandform 256" o:spid="_x0000_s1048" style="position:absolute;left:-169;width:32384;height:42735;rotation:180;visibility:visible;mso-wrap-style:square;v-text-anchor:middle" coordsize="2990850,3657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" path="m,3657601c484187,1324505,993775,1058,1492250,v498475,-1058,1017587,1275822,1498600,3651251e" filled="f" strokecolor="#7030a0" strokeweight="3pt">
                        <v:stroke dashstyle="dash"/>
                        <v:path arrowok="t" o:connecttype="custom" o:connectlocs="0,4273549;1615812,0;3238500,4266130" o:connectangles="0,0,0"/>
                      </v:shape>
                    </v:group>
                  </v:group>
                  <v:group id="Gruppieren 250" o:spid="_x0000_s1049" style="position:absolute;left:333;top:8286;width:3746;height:3620" coordsize="374650,361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tQ9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mB/OhCMgN3cAAAD//wMAUEsBAi0AFAAGAAgAAAAhANvh9svuAAAAhQEAABMAAAAAAAAAAAAA&#10;AAAAAAAAAFtDb250ZW50X1R5cGVzXS54bWxQSwECLQAUAAYACAAAACEAWvQsW78AAAAVAQAACwAA&#10;AAAAAAAAAAAAAAAfAQAAX3JlbHMvLnJlbHNQSwECLQAUAAYACAAAACEAg1LUPcMAAADcAAAADwAA&#10;AAAAAAAAAAAAAAAHAgAAZHJzL2Rvd25yZXYueG1sUEsFBgAAAAADAAMAtwAAAPcCAAAAAA==&#10;">
                    <v:oval id="Ellipse 251" o:spid="_x0000_s1050" style="position:absolute;left:19050;top:31750;width:279400;height:279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" fillcolor="black [3213]" stroked="f" strokeweight="2pt"/>
                    <v:shape id="_x0000_s1051" type="#_x0000_t202" style="position:absolute;width:374650;height:36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" filled="f" stroked="f">
                      <v:textbox>
                        <w:txbxContent>
                          <w:p w:rsidR="00483821" w:rsidRPr="00F96148" w:rsidRDefault="00483821" w:rsidP="0048382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27519" behindDoc="0" locked="0" layoutInCell="1" allowOverlap="1" wp14:anchorId="5A3127A6" wp14:editId="2ACAFC60">
            <wp:simplePos x="0" y="0"/>
            <wp:positionH relativeFrom="margin">
              <wp:posOffset>1420495</wp:posOffset>
            </wp:positionH>
            <wp:positionV relativeFrom="paragraph">
              <wp:posOffset>186632</wp:posOffset>
            </wp:positionV>
            <wp:extent cx="6106795" cy="4885690"/>
            <wp:effectExtent l="0" t="0" r="8255" b="0"/>
            <wp:wrapNone/>
            <wp:docPr id="16" name="Grafik 16" descr="Ein Bild, das Drah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Draht enthält.&#10;&#10;Automatisch generierte Beschreibu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6795" cy="4885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35E5D" w:rsidRDefault="00A35E5D" w:rsidP="00A35E5D">
      <w:pPr>
        <w:pStyle w:val="Listenabsatz"/>
        <w:ind w:left="0"/>
        <w:jc w:val="left"/>
      </w:pPr>
    </w:p>
    <w:p w:rsidR="00A35E5D" w:rsidRDefault="00A35E5D" w:rsidP="00A35E5D">
      <w:pPr>
        <w:pStyle w:val="Listenabsatz"/>
        <w:ind w:left="0"/>
        <w:jc w:val="left"/>
      </w:pPr>
    </w:p>
    <w:p w:rsidR="00163E10" w:rsidRDefault="00163E10" w:rsidP="00A35E5D">
      <w:bookmarkStart w:id="1" w:name="_GoBack"/>
      <w:bookmarkEnd w:id="1"/>
    </w:p>
    <w:sectPr w:rsidR="00163E10" w:rsidSect="00221C55">
      <w:pgSz w:w="16838" w:h="11906" w:orient="landscape"/>
      <w:pgMar w:top="993" w:right="1417" w:bottom="1417" w:left="1134" w:header="708" w:footer="708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BB225E"/>
    <w:multiLevelType w:val="hybridMultilevel"/>
    <w:tmpl w:val="5FA0F8C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0A6"/>
    <w:rsid w:val="00004071"/>
    <w:rsid w:val="0008238B"/>
    <w:rsid w:val="000D60A6"/>
    <w:rsid w:val="00112C93"/>
    <w:rsid w:val="00163E10"/>
    <w:rsid w:val="00196210"/>
    <w:rsid w:val="0020682D"/>
    <w:rsid w:val="00221C55"/>
    <w:rsid w:val="00223216"/>
    <w:rsid w:val="00232126"/>
    <w:rsid w:val="002338F3"/>
    <w:rsid w:val="00237BC9"/>
    <w:rsid w:val="00245ABB"/>
    <w:rsid w:val="002C45E5"/>
    <w:rsid w:val="002D3CA7"/>
    <w:rsid w:val="00310E80"/>
    <w:rsid w:val="003925FE"/>
    <w:rsid w:val="003B450E"/>
    <w:rsid w:val="003C0ECC"/>
    <w:rsid w:val="003F0EB1"/>
    <w:rsid w:val="004461F5"/>
    <w:rsid w:val="004719AC"/>
    <w:rsid w:val="00472690"/>
    <w:rsid w:val="004834F9"/>
    <w:rsid w:val="00483821"/>
    <w:rsid w:val="00491B8B"/>
    <w:rsid w:val="004B595C"/>
    <w:rsid w:val="00514176"/>
    <w:rsid w:val="00586AA0"/>
    <w:rsid w:val="0058790B"/>
    <w:rsid w:val="005C1058"/>
    <w:rsid w:val="00667AD1"/>
    <w:rsid w:val="006B42AE"/>
    <w:rsid w:val="006C2C59"/>
    <w:rsid w:val="006E5B9B"/>
    <w:rsid w:val="007F64DE"/>
    <w:rsid w:val="008628DE"/>
    <w:rsid w:val="008831B4"/>
    <w:rsid w:val="008A70AB"/>
    <w:rsid w:val="008C4AC8"/>
    <w:rsid w:val="008F32B4"/>
    <w:rsid w:val="008F63FB"/>
    <w:rsid w:val="009176D4"/>
    <w:rsid w:val="009B3611"/>
    <w:rsid w:val="009E5CE2"/>
    <w:rsid w:val="009E6FA1"/>
    <w:rsid w:val="00A0791F"/>
    <w:rsid w:val="00A242A7"/>
    <w:rsid w:val="00A27E56"/>
    <w:rsid w:val="00A35E5D"/>
    <w:rsid w:val="00A57D50"/>
    <w:rsid w:val="00AC1927"/>
    <w:rsid w:val="00B17B36"/>
    <w:rsid w:val="00B2713D"/>
    <w:rsid w:val="00B369C2"/>
    <w:rsid w:val="00B42B92"/>
    <w:rsid w:val="00B55E44"/>
    <w:rsid w:val="00BA0894"/>
    <w:rsid w:val="00BD619D"/>
    <w:rsid w:val="00BF5D39"/>
    <w:rsid w:val="00C11AFC"/>
    <w:rsid w:val="00C47D2C"/>
    <w:rsid w:val="00C70A48"/>
    <w:rsid w:val="00CE6518"/>
    <w:rsid w:val="00D05412"/>
    <w:rsid w:val="00D36975"/>
    <w:rsid w:val="00D41991"/>
    <w:rsid w:val="00D52A76"/>
    <w:rsid w:val="00D67220"/>
    <w:rsid w:val="00E00B20"/>
    <w:rsid w:val="00E17997"/>
    <w:rsid w:val="00E325F8"/>
    <w:rsid w:val="00E67B7D"/>
    <w:rsid w:val="00E96256"/>
    <w:rsid w:val="00EF587A"/>
    <w:rsid w:val="00F22C36"/>
    <w:rsid w:val="00F478E1"/>
    <w:rsid w:val="00F96148"/>
    <w:rsid w:val="00FD3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8469A"/>
  <w15:docId w15:val="{52731D87-E958-499B-993D-73FBF757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7BC9"/>
    <w:pPr>
      <w:spacing w:after="120"/>
    </w:pPr>
    <w:rPr>
      <w:rFonts w:ascii="Arial" w:hAnsi="Arial"/>
      <w:sz w:val="3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5D39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5D39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D39"/>
    <w:rPr>
      <w:rFonts w:ascii="Arial" w:eastAsia="Calibri" w:hAnsi="Arial" w:cs="Arial"/>
      <w:b/>
      <w:bCs/>
      <w:kern w:val="32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5D3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paragraph" w:customStyle="1" w:styleId="Linien">
    <w:name w:val="Linien"/>
    <w:basedOn w:val="Standard"/>
    <w:qFormat/>
    <w:rsid w:val="00A35E5D"/>
    <w:pPr>
      <w:tabs>
        <w:tab w:val="right" w:leader="underscore" w:pos="9921"/>
      </w:tabs>
      <w:spacing w:line="480" w:lineRule="auto"/>
      <w:jc w:val="both"/>
    </w:pPr>
    <w:rPr>
      <w:rFonts w:eastAsia="Times New Roman" w:cs="Arial"/>
      <w:sz w:val="22"/>
      <w:szCs w:val="22"/>
      <w:lang w:eastAsia="de-DE"/>
    </w:rPr>
  </w:style>
  <w:style w:type="paragraph" w:styleId="Listenabsatz">
    <w:name w:val="List Paragraph"/>
    <w:basedOn w:val="Standard"/>
    <w:uiPriority w:val="34"/>
    <w:qFormat/>
    <w:rsid w:val="00A35E5D"/>
    <w:pPr>
      <w:spacing w:line="360" w:lineRule="auto"/>
      <w:ind w:left="720"/>
      <w:contextualSpacing/>
      <w:jc w:val="both"/>
    </w:pPr>
    <w:rPr>
      <w:rFonts w:eastAsia="Times New Roman" w:cs="Arial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E780C-7B11-4FE0-BC4E-D2A9AEF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1</Pages>
  <Words>19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6</cp:revision>
  <dcterms:created xsi:type="dcterms:W3CDTF">2022-04-11T09:16:00Z</dcterms:created>
  <dcterms:modified xsi:type="dcterms:W3CDTF">2022-04-11T11:45:00Z</dcterms:modified>
</cp:coreProperties>
</file>